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75953BD9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567D52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AC52A1">
      <w:pPr>
        <w:pStyle w:val="Tekstpodstawowy"/>
        <w:spacing w:after="0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AC52A1">
      <w:pPr>
        <w:pStyle w:val="Tekstpodstawowy"/>
        <w:spacing w:after="0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AC52A1">
      <w:pPr>
        <w:pStyle w:val="Tekstpodstawowy"/>
        <w:spacing w:after="0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1A4735" w14:textId="09BB42DA" w:rsidR="002578E4" w:rsidRPr="00A2540E" w:rsidRDefault="005A3E6F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A3E6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Nasadzenia drzew przy drogach lokalnych na terenie gminy Brześć Kujawski</w:t>
            </w:r>
          </w:p>
        </w:tc>
      </w:tr>
      <w:tr w:rsidR="00B71F2C" w:rsidRPr="00A2540E" w14:paraId="1972E6B4" w14:textId="77777777" w:rsidTr="006A45A5">
        <w:tc>
          <w:tcPr>
            <w:tcW w:w="2269" w:type="dxa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EC728BE" w14:textId="782590A3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5A3E6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40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F64BFAB" w14:textId="3485D70A" w:rsidR="00023477" w:rsidRPr="00AC52A1" w:rsidRDefault="00C113BF" w:rsidP="00AC52A1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71A0B31" w14:textId="0D9764E4" w:rsidR="00023477" w:rsidRPr="00992BD8" w:rsidRDefault="00992BD8" w:rsidP="00AC52A1">
      <w:pPr>
        <w:pStyle w:val="Akapitzlist"/>
        <w:spacing w:after="240" w:line="276" w:lineRule="auto"/>
        <w:ind w:left="0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08000ED5" w14:textId="77777777" w:rsidR="00AC52A1" w:rsidRPr="00AC52A1" w:rsidRDefault="00AC52A1" w:rsidP="00AC52A1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C52A1">
        <w:rPr>
          <w:rFonts w:ascii="Arial" w:hAnsi="Arial" w:cs="Arial"/>
          <w:b/>
          <w:bCs/>
          <w:sz w:val="24"/>
          <w:szCs w:val="24"/>
        </w:rPr>
        <w:t>Art. 109 ust. 1 pkt 1</w:t>
      </w:r>
    </w:p>
    <w:p w14:paraId="5F321BFA" w14:textId="3C2F6291" w:rsidR="00AC52A1" w:rsidRPr="00AC52A1" w:rsidRDefault="00AC52A1" w:rsidP="00AC52A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52A1">
        <w:rPr>
          <w:rFonts w:ascii="Arial" w:hAnsi="Arial" w:cs="Arial"/>
          <w:sz w:val="24"/>
          <w:szCs w:val="24"/>
        </w:rPr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</w:r>
    </w:p>
    <w:p w14:paraId="20683850" w14:textId="77777777" w:rsidR="00AC52A1" w:rsidRPr="00AC52A1" w:rsidRDefault="00AC52A1" w:rsidP="00AC52A1">
      <w:pPr>
        <w:spacing w:before="2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C52A1">
        <w:rPr>
          <w:rFonts w:ascii="Arial" w:hAnsi="Arial" w:cs="Arial"/>
          <w:b/>
          <w:bCs/>
          <w:sz w:val="24"/>
          <w:szCs w:val="24"/>
        </w:rPr>
        <w:t>Art. 109 ust. 1 pkt 4</w:t>
      </w:r>
    </w:p>
    <w:p w14:paraId="4E4B5CAE" w14:textId="00E528F9" w:rsidR="00AC52A1" w:rsidRDefault="00AC52A1" w:rsidP="00AC52A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52A1">
        <w:rPr>
          <w:rFonts w:ascii="Arial" w:hAnsi="Arial" w:cs="Arial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283DE90" w14:textId="2067EF13" w:rsidR="00023477" w:rsidRDefault="00C113BF" w:rsidP="00AC52A1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CDF287" w14:textId="77777777" w:rsidTr="00AC52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2465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1A1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71F2C" w:rsidRPr="0012157F" w14:paraId="721F555F" w14:textId="77777777" w:rsidTr="00AC52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230E" w14:textId="10D5C3D7" w:rsidR="00B71F2C" w:rsidRPr="0012157F" w:rsidRDefault="00AC52A1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C2E2" w14:textId="77777777" w:rsidR="00AC52A1" w:rsidRPr="00AC52A1" w:rsidRDefault="00AC52A1" w:rsidP="00AC52A1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C52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36F4AFE4" w14:textId="2459EA4F" w:rsidR="00567D52" w:rsidRPr="00567D52" w:rsidRDefault="00567D52" w:rsidP="00567D52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67D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wymaga wykazania w załączniku nr 4 do SWZ co najmniej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567D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 usługi w zakresie zagospodarowania terenu o wartości minimum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567D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200 000,00 zł brutto każda. </w:t>
            </w:r>
          </w:p>
          <w:p w14:paraId="2A2F42B8" w14:textId="640C8BFA" w:rsidR="00B71F2C" w:rsidRPr="005A3E6F" w:rsidRDefault="00567D52" w:rsidP="00567D52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67D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</w:tc>
      </w:tr>
      <w:tr w:rsidR="00B71F2C" w:rsidRPr="0012157F" w14:paraId="3B39B6AB" w14:textId="77777777" w:rsidTr="00AC52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FDA1" w14:textId="2D9C035A" w:rsidR="00B71F2C" w:rsidRPr="0012157F" w:rsidRDefault="00AC52A1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C07D" w14:textId="139A4C4F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DDD3B53" w14:textId="36C9B960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w obrocie gospodarczym. Ocena spełniania warunków udziału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w postępowaniu będzie dokonana na zasadzie spełnia/nie spełnia.</w:t>
            </w:r>
          </w:p>
        </w:tc>
      </w:tr>
    </w:tbl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4E0EAC9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p w14:paraId="47CA586B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24420" w14:textId="77777777" w:rsidR="006251BF" w:rsidRDefault="006251BF" w:rsidP="0038231F">
      <w:pPr>
        <w:spacing w:after="0" w:line="240" w:lineRule="auto"/>
      </w:pPr>
      <w:r>
        <w:separator/>
      </w:r>
    </w:p>
  </w:endnote>
  <w:endnote w:type="continuationSeparator" w:id="0">
    <w:p w14:paraId="0755AE16" w14:textId="77777777" w:rsidR="006251BF" w:rsidRDefault="006251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236AB" w14:textId="77777777" w:rsidR="006251BF" w:rsidRDefault="006251BF" w:rsidP="0038231F">
      <w:pPr>
        <w:spacing w:after="0" w:line="240" w:lineRule="auto"/>
      </w:pPr>
      <w:r>
        <w:separator/>
      </w:r>
    </w:p>
  </w:footnote>
  <w:footnote w:type="continuationSeparator" w:id="0">
    <w:p w14:paraId="56D2EE0C" w14:textId="77777777" w:rsidR="006251BF" w:rsidRDefault="006251BF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024C1"/>
    <w:rsid w:val="00110593"/>
    <w:rsid w:val="0011306C"/>
    <w:rsid w:val="0012157F"/>
    <w:rsid w:val="00143390"/>
    <w:rsid w:val="00160A7A"/>
    <w:rsid w:val="0018769E"/>
    <w:rsid w:val="001902D2"/>
    <w:rsid w:val="001B4466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0BF6"/>
    <w:rsid w:val="002E641A"/>
    <w:rsid w:val="00313417"/>
    <w:rsid w:val="00313911"/>
    <w:rsid w:val="00331259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55BA3"/>
    <w:rsid w:val="00561084"/>
    <w:rsid w:val="005641F0"/>
    <w:rsid w:val="00566BD9"/>
    <w:rsid w:val="00567D52"/>
    <w:rsid w:val="00597E16"/>
    <w:rsid w:val="005A3E6F"/>
    <w:rsid w:val="005B11F3"/>
    <w:rsid w:val="005C39CA"/>
    <w:rsid w:val="005E176A"/>
    <w:rsid w:val="005E24AA"/>
    <w:rsid w:val="005E579C"/>
    <w:rsid w:val="00612283"/>
    <w:rsid w:val="00621A10"/>
    <w:rsid w:val="006251BF"/>
    <w:rsid w:val="00634311"/>
    <w:rsid w:val="00641874"/>
    <w:rsid w:val="00650D6C"/>
    <w:rsid w:val="006676AE"/>
    <w:rsid w:val="006723F5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624F4"/>
    <w:rsid w:val="007840F2"/>
    <w:rsid w:val="007936D6"/>
    <w:rsid w:val="007961C8"/>
    <w:rsid w:val="007A2BCB"/>
    <w:rsid w:val="007B01C8"/>
    <w:rsid w:val="007D5B61"/>
    <w:rsid w:val="007E2F69"/>
    <w:rsid w:val="007F40D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0746E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6A01"/>
    <w:rsid w:val="00992BD8"/>
    <w:rsid w:val="00997D0F"/>
    <w:rsid w:val="009C7756"/>
    <w:rsid w:val="00A127B3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46B46"/>
    <w:rsid w:val="00A90D0E"/>
    <w:rsid w:val="00AA244D"/>
    <w:rsid w:val="00AC5247"/>
    <w:rsid w:val="00AC52A1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7E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55E0"/>
    <w:rsid w:val="00EF74CA"/>
    <w:rsid w:val="00F04280"/>
    <w:rsid w:val="00F316ED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26</TotalTime>
  <Pages>4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11</cp:revision>
  <cp:lastPrinted>2016-07-26T10:32:00Z</cp:lastPrinted>
  <dcterms:created xsi:type="dcterms:W3CDTF">2025-01-16T10:19:00Z</dcterms:created>
  <dcterms:modified xsi:type="dcterms:W3CDTF">2025-11-04T13:12:00Z</dcterms:modified>
</cp:coreProperties>
</file>